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67664" w14:textId="6B312A13" w:rsidR="007308DF" w:rsidRDefault="007308DF">
      <w:pPr>
        <w:overflowPunct/>
        <w:autoSpaceDE/>
        <w:autoSpaceDN/>
        <w:adjustRightInd/>
        <w:rPr>
          <w:rFonts w:asciiTheme="minorHAnsi" w:hAnsiTheme="minorHAnsi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2057A5B4" w14:textId="77777777" w:rsidR="00CE7D98" w:rsidRDefault="00CE7D98" w:rsidP="005C090C">
      <w:pPr>
        <w:overflowPunct/>
        <w:spacing w:after="2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0585F3D8" w14:textId="2BD29269" w:rsidR="005C090C" w:rsidRDefault="005C090C" w:rsidP="005C090C">
      <w:pPr>
        <w:overflowPunct/>
        <w:spacing w:after="2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5964AB">
        <w:rPr>
          <w:rFonts w:asciiTheme="minorHAnsi" w:hAnsiTheme="minorHAnsi"/>
          <w:b/>
          <w:bCs/>
          <w:color w:val="000000"/>
          <w:sz w:val="28"/>
          <w:szCs w:val="28"/>
        </w:rPr>
        <w:t xml:space="preserve">FASE REGIONALE DI </w:t>
      </w:r>
      <w:r w:rsidR="00565C77">
        <w:rPr>
          <w:rFonts w:asciiTheme="minorHAnsi" w:hAnsiTheme="minorHAnsi"/>
          <w:b/>
          <w:bCs/>
          <w:color w:val="000000"/>
          <w:sz w:val="28"/>
          <w:szCs w:val="28"/>
        </w:rPr>
        <w:t>VELA-</w:t>
      </w:r>
      <w:r w:rsidR="007308DF" w:rsidRPr="005964AB">
        <w:rPr>
          <w:rFonts w:asciiTheme="minorHAnsi" w:hAnsiTheme="minorHAnsi"/>
          <w:b/>
          <w:bCs/>
          <w:color w:val="000000"/>
          <w:sz w:val="28"/>
          <w:szCs w:val="28"/>
        </w:rPr>
        <w:t xml:space="preserve">  </w:t>
      </w:r>
      <w:r w:rsidR="006B0001">
        <w:rPr>
          <w:rFonts w:asciiTheme="minorHAnsi" w:hAnsiTheme="minorHAnsi"/>
          <w:b/>
          <w:bCs/>
          <w:color w:val="000000"/>
          <w:sz w:val="28"/>
          <w:szCs w:val="28"/>
        </w:rPr>
        <w:t>3</w:t>
      </w:r>
      <w:r w:rsidR="00565C77">
        <w:rPr>
          <w:rFonts w:asciiTheme="minorHAnsi" w:hAnsiTheme="minorHAnsi"/>
          <w:b/>
          <w:bCs/>
          <w:color w:val="000000"/>
          <w:sz w:val="28"/>
          <w:szCs w:val="28"/>
        </w:rPr>
        <w:t xml:space="preserve"> Maggio </w:t>
      </w:r>
      <w:r w:rsidR="00E5390D">
        <w:rPr>
          <w:rFonts w:asciiTheme="minorHAnsi" w:hAnsiTheme="minorHAnsi"/>
          <w:b/>
          <w:bCs/>
          <w:color w:val="000000"/>
          <w:sz w:val="28"/>
          <w:szCs w:val="28"/>
        </w:rPr>
        <w:t xml:space="preserve"> 2019 Ancona</w:t>
      </w:r>
    </w:p>
    <w:p w14:paraId="7289A9E9" w14:textId="77777777" w:rsidR="00E5390D" w:rsidRPr="005964AB" w:rsidRDefault="00E5390D" w:rsidP="005C090C">
      <w:pPr>
        <w:overflowPunct/>
        <w:spacing w:after="2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736B5F94" w14:textId="77777777" w:rsidR="00565C77" w:rsidRPr="00565C77" w:rsidRDefault="005C090C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  <w:r w:rsidRPr="005964AB">
        <w:rPr>
          <w:rFonts w:asciiTheme="minorHAnsi" w:hAnsiTheme="minorHAnsi"/>
          <w:b/>
          <w:bCs/>
          <w:color w:val="000000"/>
          <w:sz w:val="28"/>
          <w:szCs w:val="28"/>
        </w:rPr>
        <w:t xml:space="preserve">Modello di </w:t>
      </w:r>
      <w:r w:rsidR="007308DF" w:rsidRPr="005964AB">
        <w:rPr>
          <w:rFonts w:asciiTheme="minorHAnsi" w:hAnsiTheme="minorHAnsi"/>
          <w:b/>
          <w:bCs/>
          <w:color w:val="000000"/>
          <w:sz w:val="28"/>
          <w:szCs w:val="28"/>
        </w:rPr>
        <w:t xml:space="preserve">partecipazione da inviare entro il 5 Aprile </w:t>
      </w:r>
      <w:r w:rsidRPr="005964AB">
        <w:rPr>
          <w:rFonts w:asciiTheme="minorHAnsi" w:hAnsiTheme="minorHAnsi" w:cs="Calibri"/>
          <w:b/>
          <w:sz w:val="28"/>
          <w:szCs w:val="28"/>
        </w:rPr>
        <w:t xml:space="preserve">2019 a </w:t>
      </w:r>
      <w:r w:rsidR="00565C77">
        <w:rPr>
          <w:rFonts w:asciiTheme="minorHAnsi" w:hAnsiTheme="minorHAnsi" w:cs="Calibri"/>
          <w:b/>
          <w:sz w:val="28"/>
          <w:szCs w:val="28"/>
        </w:rPr>
        <w:fldChar w:fldCharType="begin"/>
      </w:r>
      <w:r w:rsidR="00565C77">
        <w:rPr>
          <w:rFonts w:asciiTheme="minorHAnsi" w:hAnsiTheme="minorHAnsi" w:cs="Calibri"/>
          <w:b/>
          <w:sz w:val="28"/>
          <w:szCs w:val="28"/>
        </w:rPr>
        <w:instrText xml:space="preserve"> HYPERLINK "mailto:</w:instrText>
      </w:r>
    </w:p>
    <w:p w14:paraId="793EABA5" w14:textId="77777777" w:rsidR="00565C77" w:rsidRPr="000A3E02" w:rsidRDefault="00565C77" w:rsidP="005C090C">
      <w:pPr>
        <w:overflowPunct/>
        <w:spacing w:after="2"/>
        <w:jc w:val="center"/>
        <w:rPr>
          <w:rStyle w:val="Collegamentoipertestuale"/>
          <w:rFonts w:asciiTheme="minorHAnsi" w:hAnsiTheme="minorHAnsi" w:cs="Calibri"/>
          <w:b/>
          <w:sz w:val="28"/>
          <w:szCs w:val="28"/>
        </w:rPr>
      </w:pPr>
      <w:r w:rsidRPr="00565C77">
        <w:rPr>
          <w:rFonts w:asciiTheme="minorHAnsi" w:hAnsiTheme="minorHAnsi" w:cs="Calibri"/>
          <w:b/>
          <w:sz w:val="28"/>
          <w:szCs w:val="28"/>
        </w:rPr>
        <w:instrText>direzione-marche@istruzione.it</w:instrText>
      </w:r>
      <w:r>
        <w:rPr>
          <w:rFonts w:asciiTheme="minorHAnsi" w:hAnsiTheme="minorHAnsi" w:cs="Calibri"/>
          <w:b/>
          <w:sz w:val="28"/>
          <w:szCs w:val="28"/>
        </w:rPr>
        <w:instrText xml:space="preserve">" </w:instrText>
      </w:r>
      <w:r>
        <w:rPr>
          <w:rFonts w:asciiTheme="minorHAnsi" w:hAnsiTheme="minorHAnsi" w:cs="Calibri"/>
          <w:b/>
          <w:sz w:val="28"/>
          <w:szCs w:val="28"/>
        </w:rPr>
        <w:fldChar w:fldCharType="separate"/>
      </w:r>
    </w:p>
    <w:p w14:paraId="0585F3DA" w14:textId="744BD4F2" w:rsidR="005C090C" w:rsidRDefault="00565C77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  <w:r w:rsidRPr="000A3E02">
        <w:rPr>
          <w:rStyle w:val="Collegamentoipertestuale"/>
          <w:rFonts w:asciiTheme="minorHAnsi" w:hAnsiTheme="minorHAnsi" w:cs="Calibri"/>
          <w:b/>
          <w:sz w:val="28"/>
          <w:szCs w:val="28"/>
        </w:rPr>
        <w:t>direzione-marche@istruzione.it</w:t>
      </w:r>
      <w:r>
        <w:rPr>
          <w:rFonts w:asciiTheme="minorHAnsi" w:hAnsiTheme="minorHAnsi" w:cs="Calibri"/>
          <w:b/>
          <w:sz w:val="28"/>
          <w:szCs w:val="28"/>
        </w:rPr>
        <w:fldChar w:fldCharType="end"/>
      </w:r>
      <w:r w:rsidR="007308DF" w:rsidRPr="005964AB">
        <w:rPr>
          <w:rStyle w:val="Collegamentoipertestuale"/>
          <w:rFonts w:asciiTheme="minorHAnsi" w:hAnsiTheme="minorHAnsi" w:cs="Calibri"/>
          <w:sz w:val="28"/>
          <w:szCs w:val="28"/>
          <w:u w:val="none"/>
        </w:rPr>
        <w:t xml:space="preserve"> </w:t>
      </w:r>
      <w:r w:rsidR="005C090C" w:rsidRPr="005964AB">
        <w:rPr>
          <w:rFonts w:asciiTheme="minorHAnsi" w:hAnsiTheme="minorHAnsi" w:cs="Calibri"/>
          <w:b/>
          <w:sz w:val="28"/>
          <w:szCs w:val="28"/>
        </w:rPr>
        <w:t xml:space="preserve"> </w:t>
      </w:r>
      <w:r w:rsidR="007308DF" w:rsidRPr="005964AB">
        <w:rPr>
          <w:rFonts w:asciiTheme="minorHAnsi" w:hAnsiTheme="minorHAnsi" w:cs="Calibri"/>
          <w:b/>
          <w:sz w:val="28"/>
          <w:szCs w:val="28"/>
        </w:rPr>
        <w:t xml:space="preserve">e </w:t>
      </w:r>
      <w:r w:rsidR="00E5390D">
        <w:rPr>
          <w:rFonts w:asciiTheme="minorHAnsi" w:hAnsiTheme="minorHAnsi" w:cs="Calibri"/>
          <w:b/>
          <w:sz w:val="28"/>
          <w:szCs w:val="28"/>
        </w:rPr>
        <w:t xml:space="preserve">al </w:t>
      </w:r>
      <w:r w:rsidR="007308DF" w:rsidRPr="005964AB">
        <w:rPr>
          <w:rFonts w:asciiTheme="minorHAnsi" w:hAnsiTheme="minorHAnsi" w:cs="Calibri"/>
          <w:b/>
          <w:sz w:val="28"/>
          <w:szCs w:val="28"/>
        </w:rPr>
        <w:t>proprio ambito territoriale</w:t>
      </w:r>
    </w:p>
    <w:p w14:paraId="3DFA290F" w14:textId="77777777" w:rsidR="00E8191D" w:rsidRDefault="00E8191D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</w:p>
    <w:p w14:paraId="4105FDEA" w14:textId="77777777" w:rsidR="00E8191D" w:rsidRPr="005964AB" w:rsidRDefault="00E8191D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</w:p>
    <w:p w14:paraId="0585F3DB" w14:textId="77777777" w:rsidR="005C090C" w:rsidRDefault="005C090C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</w:p>
    <w:p w14:paraId="11A9F4D9" w14:textId="77777777" w:rsidR="00CE7D98" w:rsidRPr="005964AB" w:rsidRDefault="00CE7D98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</w:p>
    <w:p w14:paraId="0585F3DF" w14:textId="77777777" w:rsidR="005C090C" w:rsidRPr="005964AB" w:rsidRDefault="005C090C" w:rsidP="005C090C">
      <w:pPr>
        <w:overflowPunct/>
        <w:spacing w:after="2"/>
        <w:jc w:val="center"/>
        <w:rPr>
          <w:rFonts w:asciiTheme="minorHAnsi" w:hAnsiTheme="minorHAnsi" w:cs="Calibri"/>
          <w:b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910"/>
        <w:gridCol w:w="2909"/>
        <w:gridCol w:w="1701"/>
        <w:gridCol w:w="142"/>
        <w:gridCol w:w="709"/>
        <w:gridCol w:w="283"/>
        <w:gridCol w:w="1591"/>
      </w:tblGrid>
      <w:tr w:rsidR="00E8191D" w:rsidRPr="005964AB" w14:paraId="6E071E97" w14:textId="77777777" w:rsidTr="00E8191D">
        <w:trPr>
          <w:trHeight w:val="509"/>
        </w:trPr>
        <w:tc>
          <w:tcPr>
            <w:tcW w:w="534" w:type="dxa"/>
          </w:tcPr>
          <w:p w14:paraId="482F776C" w14:textId="77777777" w:rsidR="00E8191D" w:rsidRDefault="00E8191D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3917478C" w14:textId="25CE3F2C" w:rsidR="00E8191D" w:rsidRPr="005964AB" w:rsidRDefault="00E8191D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964AB">
              <w:rPr>
                <w:rFonts w:asciiTheme="minorHAnsi" w:hAnsiTheme="minorHAnsi" w:cs="Calibri"/>
                <w:b/>
                <w:sz w:val="22"/>
                <w:szCs w:val="22"/>
              </w:rPr>
              <w:t>Ist.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14:paraId="3727F6BE" w14:textId="77777777" w:rsidR="00E8191D" w:rsidRDefault="00E8191D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274AF2B3" w14:textId="77777777" w:rsidR="00E8191D" w:rsidRPr="005964AB" w:rsidRDefault="00E8191D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3"/>
          </w:tcPr>
          <w:p w14:paraId="45A1181C" w14:textId="77777777" w:rsidR="00E8191D" w:rsidRDefault="00E8191D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6158C6C4" w14:textId="72050651" w:rsidR="00E8191D" w:rsidRPr="005964AB" w:rsidRDefault="00E8191D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Grado</w:t>
            </w: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14:paraId="397C3B99" w14:textId="00618AD2" w:rsidR="00E8191D" w:rsidRPr="005964AB" w:rsidRDefault="00E8191D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8191D" w:rsidRPr="005964AB" w14:paraId="686A706E" w14:textId="77777777" w:rsidTr="00E8191D">
        <w:trPr>
          <w:trHeight w:val="549"/>
        </w:trPr>
        <w:tc>
          <w:tcPr>
            <w:tcW w:w="2444" w:type="dxa"/>
            <w:gridSpan w:val="2"/>
          </w:tcPr>
          <w:p w14:paraId="18BD69FE" w14:textId="77777777" w:rsidR="00E8191D" w:rsidRDefault="00E8191D" w:rsidP="005C090C">
            <w:pPr>
              <w:overflowPunct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2CF368FB" w14:textId="7BE4EF4D" w:rsidR="00E8191D" w:rsidRDefault="00E8191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5964AB">
              <w:rPr>
                <w:rFonts w:asciiTheme="minorHAnsi" w:hAnsiTheme="minorHAnsi" w:cs="Calibri"/>
                <w:b/>
                <w:sz w:val="22"/>
                <w:szCs w:val="22"/>
              </w:rPr>
              <w:t>Comune</w:t>
            </w:r>
          </w:p>
        </w:tc>
        <w:tc>
          <w:tcPr>
            <w:tcW w:w="4752" w:type="dxa"/>
            <w:gridSpan w:val="3"/>
            <w:tcBorders>
              <w:bottom w:val="single" w:sz="4" w:space="0" w:color="auto"/>
            </w:tcBorders>
          </w:tcPr>
          <w:p w14:paraId="110F3CB4" w14:textId="77777777" w:rsidR="00E8191D" w:rsidRPr="005964AB" w:rsidRDefault="00E8191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709" w:type="dxa"/>
          </w:tcPr>
          <w:p w14:paraId="71EC88AB" w14:textId="77777777" w:rsidR="00E8191D" w:rsidRDefault="00E8191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  <w:p w14:paraId="10987EDD" w14:textId="439623E9" w:rsidR="00E8191D" w:rsidRDefault="00E8191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Prov.</w:t>
            </w:r>
          </w:p>
        </w:tc>
        <w:tc>
          <w:tcPr>
            <w:tcW w:w="1874" w:type="dxa"/>
            <w:gridSpan w:val="2"/>
            <w:tcBorders>
              <w:bottom w:val="single" w:sz="4" w:space="0" w:color="auto"/>
            </w:tcBorders>
          </w:tcPr>
          <w:p w14:paraId="4547A3F9" w14:textId="77777777" w:rsidR="00E8191D" w:rsidRPr="005964AB" w:rsidRDefault="00E8191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</w:tr>
      <w:tr w:rsidR="005964AB" w:rsidRPr="005964AB" w14:paraId="1DE9B0D5" w14:textId="77777777" w:rsidTr="00E8191D">
        <w:trPr>
          <w:trHeight w:val="549"/>
        </w:trPr>
        <w:tc>
          <w:tcPr>
            <w:tcW w:w="2444" w:type="dxa"/>
            <w:gridSpan w:val="2"/>
          </w:tcPr>
          <w:p w14:paraId="5026B553" w14:textId="77777777" w:rsidR="00E5390D" w:rsidRDefault="00E5390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  <w:p w14:paraId="3C20D37C" w14:textId="2931AAA8" w:rsidR="005964AB" w:rsidRPr="005964AB" w:rsidRDefault="005964AB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5964AB"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Recapito telefonico</w:t>
            </w: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14:paraId="525E15CF" w14:textId="77777777" w:rsidR="005964AB" w:rsidRPr="005964AB" w:rsidRDefault="005964AB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807121B" w14:textId="77777777" w:rsidR="00E5390D" w:rsidRDefault="00E5390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  <w:p w14:paraId="7E779743" w14:textId="02BBB4E6" w:rsidR="005964AB" w:rsidRPr="005964AB" w:rsidRDefault="005964AB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Indirizzo mail</w:t>
            </w:r>
          </w:p>
        </w:tc>
        <w:tc>
          <w:tcPr>
            <w:tcW w:w="2725" w:type="dxa"/>
            <w:gridSpan w:val="4"/>
            <w:tcBorders>
              <w:bottom w:val="single" w:sz="4" w:space="0" w:color="auto"/>
            </w:tcBorders>
          </w:tcPr>
          <w:p w14:paraId="4CF2E937" w14:textId="77777777" w:rsidR="005964AB" w:rsidRPr="005964AB" w:rsidRDefault="005964AB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</w:tr>
    </w:tbl>
    <w:p w14:paraId="0585F416" w14:textId="77777777" w:rsidR="005C090C" w:rsidRDefault="005C090C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p w14:paraId="5D11CBDA" w14:textId="77777777" w:rsidR="00E5390D" w:rsidRDefault="00E5390D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p w14:paraId="4022E753" w14:textId="77777777" w:rsidR="00CE7D98" w:rsidRPr="005964AB" w:rsidRDefault="00CE7D98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111"/>
        <w:gridCol w:w="780"/>
        <w:gridCol w:w="2446"/>
      </w:tblGrid>
      <w:tr w:rsidR="00E5390D" w:rsidRPr="00E5390D" w14:paraId="174010E5" w14:textId="77777777" w:rsidTr="00FC082E">
        <w:trPr>
          <w:trHeight w:val="589"/>
        </w:trPr>
        <w:tc>
          <w:tcPr>
            <w:tcW w:w="2518" w:type="dxa"/>
          </w:tcPr>
          <w:p w14:paraId="76F75FC6" w14:textId="77777777" w:rsid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76178117" w14:textId="75C994F1" w:rsidR="00E5390D" w:rsidRP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5390D">
              <w:rPr>
                <w:rFonts w:asciiTheme="minorHAnsi" w:hAnsiTheme="minorHAnsi" w:cs="Calibri"/>
                <w:b/>
                <w:sz w:val="22"/>
                <w:szCs w:val="22"/>
              </w:rPr>
              <w:t>Docente referente</w:t>
            </w:r>
          </w:p>
        </w:tc>
        <w:tc>
          <w:tcPr>
            <w:tcW w:w="7337" w:type="dxa"/>
            <w:gridSpan w:val="3"/>
            <w:tcBorders>
              <w:bottom w:val="single" w:sz="4" w:space="0" w:color="auto"/>
            </w:tcBorders>
          </w:tcPr>
          <w:p w14:paraId="096F8B4F" w14:textId="77777777" w:rsidR="00E5390D" w:rsidRP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5390D" w:rsidRPr="00E5390D" w14:paraId="774748AE" w14:textId="77777777" w:rsidTr="00FC082E">
        <w:trPr>
          <w:trHeight w:val="569"/>
        </w:trPr>
        <w:tc>
          <w:tcPr>
            <w:tcW w:w="2518" w:type="dxa"/>
          </w:tcPr>
          <w:p w14:paraId="0B2233DB" w14:textId="77777777" w:rsid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2F7FCDCA" w14:textId="04BC35CC" w:rsidR="00E5390D" w:rsidRP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Recapito telefonico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5978AA03" w14:textId="77777777" w:rsidR="00E5390D" w:rsidRP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 w14:paraId="3A2C1507" w14:textId="77777777" w:rsid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051F19DF" w14:textId="15303F41" w:rsidR="00E5390D" w:rsidRP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tel</w:t>
            </w:r>
          </w:p>
        </w:tc>
        <w:tc>
          <w:tcPr>
            <w:tcW w:w="2446" w:type="dxa"/>
            <w:tcBorders>
              <w:top w:val="single" w:sz="4" w:space="0" w:color="auto"/>
              <w:bottom w:val="single" w:sz="4" w:space="0" w:color="auto"/>
            </w:tcBorders>
          </w:tcPr>
          <w:p w14:paraId="55068C75" w14:textId="11573428" w:rsidR="00E5390D" w:rsidRP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</w:tbl>
    <w:p w14:paraId="4AC4F6F4" w14:textId="77777777" w:rsidR="00E6644E" w:rsidRPr="005964AB" w:rsidRDefault="00E6644E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p w14:paraId="0142C51D" w14:textId="77777777" w:rsidR="00E6644E" w:rsidRDefault="00E6644E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p w14:paraId="1611215D" w14:textId="77777777" w:rsidR="00CE7D98" w:rsidRDefault="00CE7D98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p w14:paraId="2A39A7D5" w14:textId="77777777" w:rsidR="00CE7D98" w:rsidRPr="005964AB" w:rsidRDefault="00CE7D98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9"/>
      </w:tblGrid>
      <w:tr w:rsidR="00E5390D" w14:paraId="5E7DEE62" w14:textId="77777777" w:rsidTr="003D6DCF">
        <w:tc>
          <w:tcPr>
            <w:tcW w:w="9779" w:type="dxa"/>
          </w:tcPr>
          <w:p w14:paraId="367FC38E" w14:textId="346EE77B" w:rsidR="00E5390D" w:rsidRPr="00E5390D" w:rsidRDefault="00E5390D" w:rsidP="00E5390D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8"/>
                <w:szCs w:val="28"/>
              </w:rPr>
            </w:pPr>
            <w:r w:rsidRPr="00E5390D">
              <w:rPr>
                <w:rFonts w:asciiTheme="minorHAnsi" w:hAnsiTheme="minorHAnsi"/>
                <w:b/>
                <w:spacing w:val="-1"/>
                <w:position w:val="-1"/>
                <w:sz w:val="28"/>
                <w:szCs w:val="28"/>
              </w:rPr>
              <w:t>Si conferma la partecipazione alla manifestazione con la/e categoria/e:</w:t>
            </w:r>
          </w:p>
        </w:tc>
      </w:tr>
    </w:tbl>
    <w:p w14:paraId="0585F418" w14:textId="77777777" w:rsidR="005C090C" w:rsidRDefault="005C090C" w:rsidP="005C090C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</w:p>
    <w:tbl>
      <w:tblPr>
        <w:tblStyle w:val="Grigliatabella"/>
        <w:tblW w:w="0" w:type="auto"/>
        <w:tblInd w:w="247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</w:tblGrid>
      <w:tr w:rsidR="00565C77" w:rsidRPr="00E5390D" w14:paraId="1017C4E5" w14:textId="77777777" w:rsidTr="00565C77">
        <w:trPr>
          <w:trHeight w:val="509"/>
        </w:trPr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7E0A79D3" w14:textId="7D36193A" w:rsidR="00565C77" w:rsidRPr="00E5390D" w:rsidRDefault="00565C77" w:rsidP="00E5390D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8"/>
                <w:szCs w:val="28"/>
              </w:rPr>
            </w:pPr>
          </w:p>
        </w:tc>
      </w:tr>
      <w:tr w:rsidR="00565C77" w:rsidRPr="00E5390D" w14:paraId="592CB54B" w14:textId="77777777" w:rsidTr="00565C77">
        <w:trPr>
          <w:trHeight w:val="573"/>
        </w:trPr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7AE9470D" w14:textId="1F72C8AC" w:rsidR="00565C77" w:rsidRPr="00E5390D" w:rsidRDefault="00565C77" w:rsidP="00E5390D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8"/>
                <w:szCs w:val="28"/>
              </w:rPr>
            </w:pPr>
          </w:p>
        </w:tc>
      </w:tr>
    </w:tbl>
    <w:p w14:paraId="42B79A29" w14:textId="77777777" w:rsidR="00E5390D" w:rsidRPr="005964AB" w:rsidRDefault="00E5390D" w:rsidP="005C090C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</w:p>
    <w:p w14:paraId="02BB6CA1" w14:textId="77777777" w:rsidR="00D2514A" w:rsidRPr="005964AB" w:rsidRDefault="00D2514A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6B430998" w14:textId="77777777" w:rsidR="00D2514A" w:rsidRPr="005964AB" w:rsidRDefault="00D2514A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3C0ED6EA" w14:textId="77777777" w:rsidR="00CE7D98" w:rsidRDefault="00CE7D98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0585F420" w14:textId="29E77667" w:rsidR="005C090C" w:rsidRPr="005964AB" w:rsidRDefault="005C090C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  <w:r w:rsidRPr="005964AB">
        <w:rPr>
          <w:rFonts w:asciiTheme="minorHAnsi" w:hAnsiTheme="minorHAnsi"/>
          <w:position w:val="-1"/>
          <w:sz w:val="22"/>
          <w:szCs w:val="22"/>
        </w:rPr>
        <w:t xml:space="preserve">Data </w:t>
      </w:r>
      <w:r w:rsidRPr="005964AB">
        <w:rPr>
          <w:rFonts w:asciiTheme="minorHAnsi" w:hAnsiTheme="minorHAnsi"/>
          <w:position w:val="-1"/>
          <w:sz w:val="22"/>
          <w:szCs w:val="22"/>
        </w:rPr>
        <w:tab/>
      </w:r>
      <w:r w:rsidRPr="005964AB">
        <w:rPr>
          <w:rFonts w:asciiTheme="minorHAnsi" w:hAnsiTheme="minorHAnsi"/>
          <w:position w:val="-1"/>
          <w:sz w:val="22"/>
          <w:szCs w:val="22"/>
        </w:rPr>
        <w:tab/>
      </w:r>
      <w:r w:rsidRPr="005964AB">
        <w:rPr>
          <w:rFonts w:asciiTheme="minorHAnsi" w:hAnsiTheme="minorHAnsi"/>
          <w:position w:val="-1"/>
          <w:sz w:val="22"/>
          <w:szCs w:val="22"/>
        </w:rPr>
        <w:tab/>
        <w:t xml:space="preserve">                                           </w:t>
      </w:r>
      <w:r w:rsidR="00E6644E" w:rsidRPr="005964AB">
        <w:rPr>
          <w:rFonts w:asciiTheme="minorHAnsi" w:hAnsiTheme="minorHAnsi"/>
          <w:position w:val="-1"/>
          <w:sz w:val="22"/>
          <w:szCs w:val="22"/>
        </w:rPr>
        <w:tab/>
      </w:r>
      <w:r w:rsidR="00E6644E" w:rsidRPr="005964AB">
        <w:rPr>
          <w:rFonts w:asciiTheme="minorHAnsi" w:hAnsiTheme="minorHAnsi"/>
          <w:position w:val="-1"/>
          <w:sz w:val="22"/>
          <w:szCs w:val="22"/>
        </w:rPr>
        <w:tab/>
      </w:r>
      <w:r w:rsidRPr="005964AB">
        <w:rPr>
          <w:rFonts w:asciiTheme="minorHAnsi" w:hAnsiTheme="minorHAnsi"/>
          <w:position w:val="-1"/>
          <w:sz w:val="22"/>
          <w:szCs w:val="22"/>
        </w:rPr>
        <w:t>Timbro e firma del Dirigente Scolastico</w:t>
      </w:r>
    </w:p>
    <w:p w14:paraId="08E2E907" w14:textId="77777777" w:rsidR="00E6644E" w:rsidRPr="005964AB" w:rsidRDefault="00E6644E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04126D91" w14:textId="77777777" w:rsidR="00E6644E" w:rsidRPr="005964AB" w:rsidRDefault="00E6644E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5201F3BF" w14:textId="77777777" w:rsidR="00E6644E" w:rsidRPr="005964AB" w:rsidRDefault="00E6644E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408FD3D0" w14:textId="77777777" w:rsidR="00E6644E" w:rsidRDefault="00E6644E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3F6D5D1E" w14:textId="77777777" w:rsidR="00F97F4F" w:rsidRDefault="00F97F4F" w:rsidP="00E6644E">
      <w:pPr>
        <w:overflowPunct/>
        <w:spacing w:after="2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sectPr w:rsidR="00F97F4F" w:rsidSect="000829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134" w:bottom="1134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05668" w14:textId="77777777" w:rsidR="007F5D88" w:rsidRDefault="007F5D88">
      <w:r>
        <w:separator/>
      </w:r>
    </w:p>
  </w:endnote>
  <w:endnote w:type="continuationSeparator" w:id="0">
    <w:p w14:paraId="519A7A3D" w14:textId="77777777" w:rsidR="007F5D88" w:rsidRDefault="007F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15CB8" w14:textId="77777777" w:rsidR="006B0001" w:rsidRDefault="006B000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61FC1" w14:textId="0A40E1F8" w:rsidR="003C56C9" w:rsidRDefault="00565C77" w:rsidP="001446D9">
    <w:pPr>
      <w:pStyle w:val="Pidipagina"/>
      <w:jc w:val="center"/>
      <w:rPr>
        <w:rFonts w:asciiTheme="minorHAnsi" w:hAnsiTheme="minorHAnsi"/>
        <w:sz w:val="16"/>
        <w:szCs w:val="16"/>
      </w:rPr>
    </w:pPr>
    <w:r w:rsidRPr="004D02CE">
      <w:rPr>
        <w:rFonts w:asciiTheme="minorHAnsi" w:hAnsiTheme="minorHAnsi"/>
        <w:sz w:val="16"/>
        <w:szCs w:val="16"/>
      </w:rPr>
      <w:t>2019032812</w:t>
    </w:r>
    <w:r>
      <w:rPr>
        <w:rFonts w:asciiTheme="minorHAnsi" w:hAnsiTheme="minorHAnsi"/>
        <w:sz w:val="16"/>
        <w:szCs w:val="16"/>
      </w:rPr>
      <w:t>45</w:t>
    </w:r>
    <w:r w:rsidRPr="004D02CE">
      <w:rPr>
        <w:rFonts w:asciiTheme="minorHAnsi" w:hAnsiTheme="minorHAnsi"/>
        <w:sz w:val="16"/>
        <w:szCs w:val="16"/>
      </w:rPr>
      <w:t>_</w:t>
    </w:r>
    <w:r>
      <w:rPr>
        <w:rFonts w:asciiTheme="minorHAnsi" w:hAnsiTheme="minorHAnsi"/>
        <w:sz w:val="16"/>
        <w:szCs w:val="16"/>
      </w:rPr>
      <w:t>MODELLO</w:t>
    </w:r>
    <w:r w:rsidR="006B0001">
      <w:rPr>
        <w:rFonts w:asciiTheme="minorHAnsi" w:hAnsiTheme="minorHAnsi"/>
        <w:sz w:val="16"/>
        <w:szCs w:val="16"/>
      </w:rPr>
      <w:t>_Campionati Studenteschi_VELA_3</w:t>
    </w:r>
    <w:r w:rsidRPr="004D02CE">
      <w:rPr>
        <w:rFonts w:asciiTheme="minorHAnsi" w:hAnsiTheme="minorHAnsi"/>
        <w:sz w:val="16"/>
        <w:szCs w:val="16"/>
      </w:rPr>
      <w:t>_Maggio_2019</w:t>
    </w:r>
    <w:r w:rsidR="003C56C9" w:rsidRPr="003C56C9">
      <w:rPr>
        <w:rFonts w:asciiTheme="minorHAnsi" w:hAnsiTheme="minorHAnsi"/>
        <w:sz w:val="16"/>
        <w:szCs w:val="16"/>
      </w:rPr>
      <w:t xml:space="preserve"> </w:t>
    </w:r>
  </w:p>
  <w:p w14:paraId="0585F42D" w14:textId="182D2427" w:rsidR="00A60569" w:rsidRPr="00F5225F" w:rsidRDefault="00A6056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Via XXV Aprile, 19  - </w:t>
    </w:r>
    <w:r w:rsidRPr="00F5225F">
      <w:rPr>
        <w:rFonts w:asciiTheme="minorHAnsi" w:hAnsiTheme="minorHAnsi" w:cs="Arial"/>
        <w:smallCaps/>
        <w:sz w:val="16"/>
        <w:szCs w:val="16"/>
      </w:rPr>
      <w:t>Ancona</w:t>
    </w:r>
    <w:r w:rsidRPr="00F5225F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14:paraId="0585F42E" w14:textId="77777777" w:rsidR="00A60569" w:rsidRPr="00F5225F" w:rsidRDefault="00A6056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F5225F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14:paraId="0585F42F" w14:textId="77777777" w:rsidR="00A60569" w:rsidRPr="00136AAF" w:rsidRDefault="00A60569" w:rsidP="00136AAF">
    <w:pPr>
      <w:pStyle w:val="Pidipagin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395A0" w14:textId="77777777" w:rsidR="006B0001" w:rsidRDefault="006B000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D8CE2" w14:textId="77777777" w:rsidR="007F5D88" w:rsidRDefault="007F5D88">
      <w:r>
        <w:separator/>
      </w:r>
    </w:p>
  </w:footnote>
  <w:footnote w:type="continuationSeparator" w:id="0">
    <w:p w14:paraId="51467991" w14:textId="77777777" w:rsidR="007F5D88" w:rsidRDefault="007F5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F81A8" w14:textId="77777777" w:rsidR="006B0001" w:rsidRDefault="006B000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5F425" w14:textId="77777777" w:rsidR="00A60569" w:rsidRDefault="00A60569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0585F426" w14:textId="77777777" w:rsidR="00A60569" w:rsidRPr="006E4A3F" w:rsidRDefault="00A60569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0585F427" w14:textId="77777777" w:rsidR="00A60569" w:rsidRDefault="00A60569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0585F430" wp14:editId="0585F431">
          <wp:extent cx="434340" cy="434340"/>
          <wp:effectExtent l="0" t="0" r="3810" b="381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5F428" w14:textId="77777777" w:rsidR="00A60569" w:rsidRPr="001446D9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0585F429" w14:textId="77777777" w:rsidR="00A60569" w:rsidRPr="001446D9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0585F42A" w14:textId="77777777" w:rsidR="00A60569" w:rsidRPr="00717618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717618">
      <w:rPr>
        <w:rFonts w:ascii="Monotype Corsiva" w:hAnsi="Monotype Corsiva" w:cs="Tahoma"/>
        <w:i/>
        <w:sz w:val="32"/>
        <w:szCs w:val="32"/>
      </w:rPr>
      <w:t>Direzione Generale</w:t>
    </w:r>
  </w:p>
  <w:p w14:paraId="0585F42B" w14:textId="77777777" w:rsidR="00A60569" w:rsidRDefault="00A60569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70D47" w14:textId="77777777" w:rsidR="006B0001" w:rsidRDefault="006B000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3F31D6"/>
    <w:multiLevelType w:val="hybridMultilevel"/>
    <w:tmpl w:val="3014E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87697"/>
    <w:multiLevelType w:val="hybridMultilevel"/>
    <w:tmpl w:val="E1F873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371D9"/>
    <w:multiLevelType w:val="hybridMultilevel"/>
    <w:tmpl w:val="C046DC22"/>
    <w:lvl w:ilvl="0" w:tplc="C6C40A7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E6200"/>
    <w:multiLevelType w:val="hybridMultilevel"/>
    <w:tmpl w:val="2DC2DBA2"/>
    <w:lvl w:ilvl="0" w:tplc="2CF64F0E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8A1317"/>
    <w:multiLevelType w:val="hybridMultilevel"/>
    <w:tmpl w:val="B478D500"/>
    <w:lvl w:ilvl="0" w:tplc="C8D426AA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2812327"/>
    <w:multiLevelType w:val="hybridMultilevel"/>
    <w:tmpl w:val="B328A0FA"/>
    <w:lvl w:ilvl="0" w:tplc="A856861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18A2BEC"/>
    <w:multiLevelType w:val="hybridMultilevel"/>
    <w:tmpl w:val="1A60295A"/>
    <w:lvl w:ilvl="0" w:tplc="9AE0FEF8">
      <w:start w:val="1"/>
      <w:numFmt w:val="decimal"/>
      <w:lvlText w:val="%1."/>
      <w:lvlJc w:val="left"/>
      <w:pPr>
        <w:ind w:left="1494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37D535E8"/>
    <w:multiLevelType w:val="hybridMultilevel"/>
    <w:tmpl w:val="0CCEB3F6"/>
    <w:lvl w:ilvl="0" w:tplc="90BA92A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EA0434D"/>
    <w:multiLevelType w:val="hybridMultilevel"/>
    <w:tmpl w:val="850208E8"/>
    <w:lvl w:ilvl="0" w:tplc="A8703C4C">
      <w:numFmt w:val="bullet"/>
      <w:lvlText w:val="-"/>
      <w:lvlJc w:val="left"/>
      <w:pPr>
        <w:ind w:left="1068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0D074A8"/>
    <w:multiLevelType w:val="hybridMultilevel"/>
    <w:tmpl w:val="5D48F800"/>
    <w:lvl w:ilvl="0" w:tplc="0EF4EBEC">
      <w:numFmt w:val="bullet"/>
      <w:lvlText w:val="-"/>
      <w:lvlJc w:val="left"/>
      <w:pPr>
        <w:ind w:left="11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4">
    <w:nsid w:val="517259E9"/>
    <w:multiLevelType w:val="hybridMultilevel"/>
    <w:tmpl w:val="6E44955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BB3F83"/>
    <w:multiLevelType w:val="hybridMultilevel"/>
    <w:tmpl w:val="748A5776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10014AE"/>
    <w:multiLevelType w:val="hybridMultilevel"/>
    <w:tmpl w:val="3D1E22D2"/>
    <w:lvl w:ilvl="0" w:tplc="CAC459CC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BC87AC2"/>
    <w:multiLevelType w:val="hybridMultilevel"/>
    <w:tmpl w:val="130CFA68"/>
    <w:lvl w:ilvl="0" w:tplc="20FA71F4"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9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7"/>
  </w:num>
  <w:num w:numId="7">
    <w:abstractNumId w:val="13"/>
  </w:num>
  <w:num w:numId="8">
    <w:abstractNumId w:val="16"/>
  </w:num>
  <w:num w:numId="9">
    <w:abstractNumId w:val="5"/>
  </w:num>
  <w:num w:numId="10">
    <w:abstractNumId w:val="10"/>
  </w:num>
  <w:num w:numId="11">
    <w:abstractNumId w:val="1"/>
  </w:num>
  <w:num w:numId="12">
    <w:abstractNumId w:val="2"/>
  </w:num>
  <w:num w:numId="13">
    <w:abstractNumId w:val="15"/>
  </w:num>
  <w:num w:numId="14">
    <w:abstractNumId w:val="11"/>
  </w:num>
  <w:num w:numId="15">
    <w:abstractNumId w:val="4"/>
  </w:num>
  <w:num w:numId="16">
    <w:abstractNumId w:val="14"/>
  </w:num>
  <w:num w:numId="17">
    <w:abstractNumId w:val="7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B4"/>
    <w:rsid w:val="00005F00"/>
    <w:rsid w:val="00034F0A"/>
    <w:rsid w:val="00046F41"/>
    <w:rsid w:val="000654E5"/>
    <w:rsid w:val="00077991"/>
    <w:rsid w:val="000829A1"/>
    <w:rsid w:val="0009754A"/>
    <w:rsid w:val="000A0FD4"/>
    <w:rsid w:val="000C5265"/>
    <w:rsid w:val="000D0BBC"/>
    <w:rsid w:val="00101EC0"/>
    <w:rsid w:val="00102DC0"/>
    <w:rsid w:val="001169C1"/>
    <w:rsid w:val="001328E3"/>
    <w:rsid w:val="00136AAF"/>
    <w:rsid w:val="001371CC"/>
    <w:rsid w:val="00137285"/>
    <w:rsid w:val="001446D9"/>
    <w:rsid w:val="0018618D"/>
    <w:rsid w:val="001E69C9"/>
    <w:rsid w:val="001E76D8"/>
    <w:rsid w:val="001E78C3"/>
    <w:rsid w:val="001F4E08"/>
    <w:rsid w:val="0022089E"/>
    <w:rsid w:val="00224459"/>
    <w:rsid w:val="002304F0"/>
    <w:rsid w:val="0023496C"/>
    <w:rsid w:val="0024041F"/>
    <w:rsid w:val="00241014"/>
    <w:rsid w:val="00246041"/>
    <w:rsid w:val="002567E5"/>
    <w:rsid w:val="00256A2F"/>
    <w:rsid w:val="0026227E"/>
    <w:rsid w:val="0026379F"/>
    <w:rsid w:val="002744B4"/>
    <w:rsid w:val="00274B52"/>
    <w:rsid w:val="00293149"/>
    <w:rsid w:val="002A0830"/>
    <w:rsid w:val="002A0E0A"/>
    <w:rsid w:val="002A2A80"/>
    <w:rsid w:val="002B46FA"/>
    <w:rsid w:val="002D4397"/>
    <w:rsid w:val="002E014D"/>
    <w:rsid w:val="002E45F0"/>
    <w:rsid w:val="002E5ED1"/>
    <w:rsid w:val="002E6CB5"/>
    <w:rsid w:val="0030071B"/>
    <w:rsid w:val="00315355"/>
    <w:rsid w:val="00332A30"/>
    <w:rsid w:val="003342B3"/>
    <w:rsid w:val="00353199"/>
    <w:rsid w:val="00365BF1"/>
    <w:rsid w:val="003806E6"/>
    <w:rsid w:val="00391B37"/>
    <w:rsid w:val="003950EB"/>
    <w:rsid w:val="003A488F"/>
    <w:rsid w:val="003C56C9"/>
    <w:rsid w:val="003D09F3"/>
    <w:rsid w:val="003E17F8"/>
    <w:rsid w:val="003F11D3"/>
    <w:rsid w:val="003F15F8"/>
    <w:rsid w:val="003F293F"/>
    <w:rsid w:val="004022C5"/>
    <w:rsid w:val="00433B15"/>
    <w:rsid w:val="0044482C"/>
    <w:rsid w:val="00445255"/>
    <w:rsid w:val="00451B49"/>
    <w:rsid w:val="00464742"/>
    <w:rsid w:val="0047283F"/>
    <w:rsid w:val="00475202"/>
    <w:rsid w:val="00485574"/>
    <w:rsid w:val="0049194A"/>
    <w:rsid w:val="00494AE0"/>
    <w:rsid w:val="005027A4"/>
    <w:rsid w:val="00507C5D"/>
    <w:rsid w:val="00515873"/>
    <w:rsid w:val="005174FF"/>
    <w:rsid w:val="0052188B"/>
    <w:rsid w:val="00527FC3"/>
    <w:rsid w:val="00531945"/>
    <w:rsid w:val="00533D19"/>
    <w:rsid w:val="00542D1E"/>
    <w:rsid w:val="0054659E"/>
    <w:rsid w:val="00565C77"/>
    <w:rsid w:val="0057189C"/>
    <w:rsid w:val="005734D2"/>
    <w:rsid w:val="0057488F"/>
    <w:rsid w:val="00586341"/>
    <w:rsid w:val="005964AB"/>
    <w:rsid w:val="005A292B"/>
    <w:rsid w:val="005A694F"/>
    <w:rsid w:val="005C090C"/>
    <w:rsid w:val="005D0EF5"/>
    <w:rsid w:val="005E72F2"/>
    <w:rsid w:val="005F77E6"/>
    <w:rsid w:val="00605D0C"/>
    <w:rsid w:val="0062226F"/>
    <w:rsid w:val="00636AE4"/>
    <w:rsid w:val="0066114A"/>
    <w:rsid w:val="0067394D"/>
    <w:rsid w:val="00687DDC"/>
    <w:rsid w:val="006B0001"/>
    <w:rsid w:val="006B050B"/>
    <w:rsid w:val="006B34B4"/>
    <w:rsid w:val="006C15B0"/>
    <w:rsid w:val="006C28BB"/>
    <w:rsid w:val="006C52DC"/>
    <w:rsid w:val="006E465D"/>
    <w:rsid w:val="006E4A3F"/>
    <w:rsid w:val="006E57CD"/>
    <w:rsid w:val="00704DFD"/>
    <w:rsid w:val="007058A4"/>
    <w:rsid w:val="00717618"/>
    <w:rsid w:val="007228EE"/>
    <w:rsid w:val="00725996"/>
    <w:rsid w:val="007308DF"/>
    <w:rsid w:val="0073770B"/>
    <w:rsid w:val="007410C8"/>
    <w:rsid w:val="00767B5F"/>
    <w:rsid w:val="00787314"/>
    <w:rsid w:val="007B160E"/>
    <w:rsid w:val="007D701D"/>
    <w:rsid w:val="007F5D88"/>
    <w:rsid w:val="008162E3"/>
    <w:rsid w:val="00820087"/>
    <w:rsid w:val="008266E0"/>
    <w:rsid w:val="00831F72"/>
    <w:rsid w:val="00837D60"/>
    <w:rsid w:val="00845857"/>
    <w:rsid w:val="00856D0E"/>
    <w:rsid w:val="008754EA"/>
    <w:rsid w:val="008931B2"/>
    <w:rsid w:val="008A1E55"/>
    <w:rsid w:val="008B44BB"/>
    <w:rsid w:val="008B4793"/>
    <w:rsid w:val="008B6861"/>
    <w:rsid w:val="008C5CA0"/>
    <w:rsid w:val="008D12ED"/>
    <w:rsid w:val="008F6CF4"/>
    <w:rsid w:val="00902A66"/>
    <w:rsid w:val="00916337"/>
    <w:rsid w:val="009222D4"/>
    <w:rsid w:val="009225AA"/>
    <w:rsid w:val="00952391"/>
    <w:rsid w:val="00955DED"/>
    <w:rsid w:val="0095683D"/>
    <w:rsid w:val="00971B29"/>
    <w:rsid w:val="00974664"/>
    <w:rsid w:val="00977DC9"/>
    <w:rsid w:val="00995B78"/>
    <w:rsid w:val="009966AD"/>
    <w:rsid w:val="009A2104"/>
    <w:rsid w:val="009A270E"/>
    <w:rsid w:val="009C50C7"/>
    <w:rsid w:val="009D53F9"/>
    <w:rsid w:val="009D77DF"/>
    <w:rsid w:val="009E3DA8"/>
    <w:rsid w:val="009F1AFE"/>
    <w:rsid w:val="00A03F4D"/>
    <w:rsid w:val="00A06708"/>
    <w:rsid w:val="00A20EEC"/>
    <w:rsid w:val="00A40E93"/>
    <w:rsid w:val="00A43D45"/>
    <w:rsid w:val="00A5303B"/>
    <w:rsid w:val="00A60569"/>
    <w:rsid w:val="00A7460D"/>
    <w:rsid w:val="00A856F2"/>
    <w:rsid w:val="00A942C1"/>
    <w:rsid w:val="00AA38F2"/>
    <w:rsid w:val="00AA7A72"/>
    <w:rsid w:val="00AB48F2"/>
    <w:rsid w:val="00AC155A"/>
    <w:rsid w:val="00AC63AB"/>
    <w:rsid w:val="00AE7195"/>
    <w:rsid w:val="00B043B4"/>
    <w:rsid w:val="00B068ED"/>
    <w:rsid w:val="00B15CF0"/>
    <w:rsid w:val="00B17153"/>
    <w:rsid w:val="00B179BD"/>
    <w:rsid w:val="00B478CD"/>
    <w:rsid w:val="00B53D6E"/>
    <w:rsid w:val="00B61432"/>
    <w:rsid w:val="00B63983"/>
    <w:rsid w:val="00BA4C0A"/>
    <w:rsid w:val="00BA5C6D"/>
    <w:rsid w:val="00BE3C42"/>
    <w:rsid w:val="00BF3E72"/>
    <w:rsid w:val="00BF4B51"/>
    <w:rsid w:val="00C051D1"/>
    <w:rsid w:val="00C0679A"/>
    <w:rsid w:val="00C17434"/>
    <w:rsid w:val="00C22447"/>
    <w:rsid w:val="00C24845"/>
    <w:rsid w:val="00C37563"/>
    <w:rsid w:val="00C53192"/>
    <w:rsid w:val="00C544C6"/>
    <w:rsid w:val="00C62721"/>
    <w:rsid w:val="00C83861"/>
    <w:rsid w:val="00C94FDA"/>
    <w:rsid w:val="00CC4C0D"/>
    <w:rsid w:val="00CD0B13"/>
    <w:rsid w:val="00CD3FD9"/>
    <w:rsid w:val="00CD4679"/>
    <w:rsid w:val="00CD7D5F"/>
    <w:rsid w:val="00CE7D98"/>
    <w:rsid w:val="00D17BB3"/>
    <w:rsid w:val="00D2514A"/>
    <w:rsid w:val="00D33519"/>
    <w:rsid w:val="00D3463B"/>
    <w:rsid w:val="00D55AFF"/>
    <w:rsid w:val="00D70B9C"/>
    <w:rsid w:val="00D80B6A"/>
    <w:rsid w:val="00D876A3"/>
    <w:rsid w:val="00D90A91"/>
    <w:rsid w:val="00DA2702"/>
    <w:rsid w:val="00DB2E2B"/>
    <w:rsid w:val="00DB4288"/>
    <w:rsid w:val="00DD1DAC"/>
    <w:rsid w:val="00DD1DE9"/>
    <w:rsid w:val="00E024B4"/>
    <w:rsid w:val="00E2155C"/>
    <w:rsid w:val="00E23460"/>
    <w:rsid w:val="00E23F17"/>
    <w:rsid w:val="00E413FB"/>
    <w:rsid w:val="00E42106"/>
    <w:rsid w:val="00E43CF8"/>
    <w:rsid w:val="00E46FAB"/>
    <w:rsid w:val="00E519AA"/>
    <w:rsid w:val="00E5390D"/>
    <w:rsid w:val="00E6644E"/>
    <w:rsid w:val="00E75717"/>
    <w:rsid w:val="00E8191D"/>
    <w:rsid w:val="00E86100"/>
    <w:rsid w:val="00E97AB3"/>
    <w:rsid w:val="00EA16FD"/>
    <w:rsid w:val="00EA2FAF"/>
    <w:rsid w:val="00EB5C2C"/>
    <w:rsid w:val="00EE304A"/>
    <w:rsid w:val="00EF36B9"/>
    <w:rsid w:val="00EF7E4E"/>
    <w:rsid w:val="00F3070B"/>
    <w:rsid w:val="00F3083F"/>
    <w:rsid w:val="00F5225F"/>
    <w:rsid w:val="00F52812"/>
    <w:rsid w:val="00F658DB"/>
    <w:rsid w:val="00F97F4F"/>
    <w:rsid w:val="00FA71EF"/>
    <w:rsid w:val="00FC082E"/>
    <w:rsid w:val="00FD19A2"/>
    <w:rsid w:val="00FD360D"/>
    <w:rsid w:val="00FE4B83"/>
    <w:rsid w:val="00FF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5F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E17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E17F8"/>
    <w:pPr>
      <w:ind w:left="720"/>
      <w:contextualSpacing/>
      <w:textAlignment w:val="baseline"/>
    </w:pPr>
  </w:style>
  <w:style w:type="table" w:customStyle="1" w:styleId="Grigliatabella1">
    <w:name w:val="Griglia tabella1"/>
    <w:basedOn w:val="Tabellanormale"/>
    <w:next w:val="Grigliatabella"/>
    <w:uiPriority w:val="59"/>
    <w:rsid w:val="0026227E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C56C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E17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E17F8"/>
    <w:pPr>
      <w:ind w:left="720"/>
      <w:contextualSpacing/>
      <w:textAlignment w:val="baseline"/>
    </w:pPr>
  </w:style>
  <w:style w:type="table" w:customStyle="1" w:styleId="Grigliatabella1">
    <w:name w:val="Griglia tabella1"/>
    <w:basedOn w:val="Tabellanormale"/>
    <w:next w:val="Grigliatabella"/>
    <w:uiPriority w:val="59"/>
    <w:rsid w:val="0026227E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C56C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3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20\Desktop\modelli\USR%20March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A93B-4B76-4CBC-9B2B-E4275C92A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USR Marche.dotx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549</CharactersWithSpaces>
  <SharedDoc>false</SharedDoc>
  <HLinks>
    <vt:vector size="24" baseType="variant"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6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3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  <vt:variant>
        <vt:i4>1179687</vt:i4>
      </vt:variant>
      <vt:variant>
        <vt:i4>0</vt:i4>
      </vt:variant>
      <vt:variant>
        <vt:i4>0</vt:i4>
      </vt:variant>
      <vt:variant>
        <vt:i4>5</vt:i4>
      </vt:variant>
      <vt:variant>
        <vt:lpwstr>mailto:nicola.sabatino.an@istruzione.it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2015-05-25T08:57:00Z</cp:lastPrinted>
  <dcterms:created xsi:type="dcterms:W3CDTF">2019-03-29T12:47:00Z</dcterms:created>
  <dcterms:modified xsi:type="dcterms:W3CDTF">2019-03-29T12:47:00Z</dcterms:modified>
</cp:coreProperties>
</file>